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6605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2D70FA" w14:textId="77777777" w:rsidTr="00146EEC">
        <w:tc>
          <w:tcPr>
            <w:tcW w:w="2689" w:type="dxa"/>
          </w:tcPr>
          <w:p w14:paraId="520B06E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13C9B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9D9D558" w14:textId="77777777" w:rsidTr="00146EEC">
        <w:tc>
          <w:tcPr>
            <w:tcW w:w="2689" w:type="dxa"/>
          </w:tcPr>
          <w:p w14:paraId="60541351" w14:textId="4BF2863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45E9E">
              <w:t>1</w:t>
            </w:r>
          </w:p>
        </w:tc>
        <w:tc>
          <w:tcPr>
            <w:tcW w:w="6939" w:type="dxa"/>
          </w:tcPr>
          <w:p w14:paraId="1475E4DE" w14:textId="4A08BA07" w:rsidR="00F1480E" w:rsidRPr="000754EC" w:rsidRDefault="006E2C0E" w:rsidP="000754EC">
            <w:pPr>
              <w:pStyle w:val="SIText"/>
            </w:pPr>
            <w:r>
              <w:t xml:space="preserve">This version released with </w:t>
            </w:r>
            <w:r w:rsidRPr="006E2C0E">
              <w:t>FBP Food, Beverage and Pharmaceut</w:t>
            </w:r>
            <w:r w:rsidR="00745E9E">
              <w:t>icals Training Package version 2</w:t>
            </w:r>
            <w:r w:rsidRPr="006E2C0E">
              <w:t>.0.</w:t>
            </w:r>
          </w:p>
        </w:tc>
      </w:tr>
    </w:tbl>
    <w:p w14:paraId="04DA49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E2C0E" w:rsidRPr="00963A46" w14:paraId="0F8C4F36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53E528D" w14:textId="0ED89B76" w:rsidR="006E2C0E" w:rsidRPr="006E2C0E" w:rsidRDefault="00C06E2B" w:rsidP="006E2C0E">
            <w:pPr>
              <w:pStyle w:val="SIUNITCODE"/>
            </w:pPr>
            <w:r>
              <w:t>FBPCDS</w:t>
            </w:r>
            <w:r w:rsidR="006E2C0E">
              <w:t>2002</w:t>
            </w:r>
          </w:p>
        </w:tc>
        <w:tc>
          <w:tcPr>
            <w:tcW w:w="3604" w:type="pct"/>
            <w:shd w:val="clear" w:color="auto" w:fill="auto"/>
          </w:tcPr>
          <w:p w14:paraId="02F1C12B" w14:textId="26D0A85A" w:rsidR="006E2C0E" w:rsidRPr="006E2C0E" w:rsidRDefault="007A296F" w:rsidP="006E2C0E">
            <w:pPr>
              <w:pStyle w:val="SIUnittitle"/>
            </w:pPr>
            <w:r>
              <w:t>Provide and present wine tourism information</w:t>
            </w:r>
          </w:p>
        </w:tc>
      </w:tr>
      <w:tr w:rsidR="006E2C0E" w:rsidRPr="00963A46" w14:paraId="7F486DFF" w14:textId="77777777" w:rsidTr="00CA2922">
        <w:tc>
          <w:tcPr>
            <w:tcW w:w="1396" w:type="pct"/>
            <w:shd w:val="clear" w:color="auto" w:fill="auto"/>
          </w:tcPr>
          <w:p w14:paraId="478A615F" w14:textId="2DD75E29" w:rsidR="006E2C0E" w:rsidRPr="00923720" w:rsidRDefault="006E2C0E" w:rsidP="006E2C0E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2C659DF" w14:textId="10F94102" w:rsidR="006E2C0E" w:rsidRDefault="006E2C0E" w:rsidP="006E2C0E">
            <w:pPr>
              <w:pStyle w:val="SIText"/>
            </w:pPr>
            <w:r>
              <w:t>This</w:t>
            </w:r>
            <w:r w:rsidRPr="006E2C0E">
              <w:t xml:space="preserve"> unit of competency describes the skills and knowledge required to provide </w:t>
            </w:r>
            <w:r w:rsidR="007A296F">
              <w:t xml:space="preserve">and present </w:t>
            </w:r>
            <w:r w:rsidRPr="006E2C0E">
              <w:t>relevant and accurate tourist information to winery visitors on wine products, wine growing, local history</w:t>
            </w:r>
            <w:r w:rsidR="00110376">
              <w:t>,</w:t>
            </w:r>
            <w:r w:rsidRPr="006E2C0E">
              <w:t xml:space="preserve"> and </w:t>
            </w:r>
            <w:r w:rsidR="007A296F">
              <w:t xml:space="preserve">workplace </w:t>
            </w:r>
            <w:r w:rsidRPr="006E2C0E">
              <w:t>facilities</w:t>
            </w:r>
            <w:r w:rsidR="007A296F">
              <w:t>.</w:t>
            </w:r>
            <w:r w:rsidR="007A296F">
              <w:br/>
            </w:r>
          </w:p>
          <w:p w14:paraId="7884279C" w14:textId="5952F12E" w:rsidR="006E2C0E" w:rsidRDefault="006E2C0E" w:rsidP="007A296F">
            <w:pPr>
              <w:pStyle w:val="SIText"/>
              <w:rPr>
                <w:rFonts w:eastAsiaTheme="minorHAnsi"/>
              </w:rPr>
            </w:pPr>
            <w:r w:rsidRPr="006E2C0E">
              <w:t>The unit applies to individuals who work in cellar door operations of wineries or distilleries</w:t>
            </w:r>
            <w:r w:rsidR="004B4DD2">
              <w:t xml:space="preserve">. Individuals generally work under supervision but have some autonomy and accountability for their own work. </w:t>
            </w:r>
            <w:r w:rsidRPr="006E2C0E">
              <w:t xml:space="preserve"> </w:t>
            </w:r>
            <w:r w:rsidR="007A296F">
              <w:br/>
            </w:r>
            <w:r w:rsidR="007A296F">
              <w:br/>
            </w:r>
            <w:r w:rsidR="007A296F"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17470D">
              <w:rPr>
                <w:rFonts w:eastAsiaTheme="minorHAnsi"/>
              </w:rPr>
              <w:t>s</w:t>
            </w:r>
            <w:r w:rsidR="007A296F">
              <w:rPr>
                <w:rFonts w:eastAsiaTheme="minorHAnsi"/>
                <w:lang w:val="en-US"/>
              </w:rPr>
              <w:t>tate/</w:t>
            </w:r>
            <w:r w:rsidR="0017470D">
              <w:rPr>
                <w:rFonts w:eastAsiaTheme="minorHAnsi"/>
              </w:rPr>
              <w:t>t</w:t>
            </w:r>
            <w:r w:rsidR="007A296F">
              <w:rPr>
                <w:rFonts w:eastAsiaTheme="minorHAnsi"/>
                <w:lang w:val="en-US"/>
              </w:rPr>
              <w:t>erritory work health and safety, and food safety regulations, legislation and standards that apply to the workplace.</w:t>
            </w:r>
          </w:p>
          <w:p w14:paraId="2C04E586" w14:textId="77777777" w:rsidR="000C6EAC" w:rsidRDefault="000C6EAC" w:rsidP="007A296F">
            <w:pPr>
              <w:pStyle w:val="SIText"/>
              <w:rPr>
                <w:rFonts w:eastAsiaTheme="minorHAnsi"/>
              </w:rPr>
            </w:pPr>
          </w:p>
          <w:p w14:paraId="7B296D06" w14:textId="5B5979FE" w:rsidR="000C6EAC" w:rsidRPr="000754EC" w:rsidRDefault="000C6EAC" w:rsidP="007A296F">
            <w:pPr>
              <w:pStyle w:val="SIText"/>
            </w:pPr>
            <w:r w:rsidRPr="001666AB">
              <w:t xml:space="preserve">No occupational licensing, legislative or certification requirements apply to this unit at the time of </w:t>
            </w:r>
            <w:r w:rsidRPr="000C6EAC">
              <w:t>publication.</w:t>
            </w:r>
          </w:p>
        </w:tc>
      </w:tr>
      <w:tr w:rsidR="006E2C0E" w:rsidRPr="00963A46" w14:paraId="7D02E33B" w14:textId="77777777" w:rsidTr="00CA2922">
        <w:tc>
          <w:tcPr>
            <w:tcW w:w="1396" w:type="pct"/>
            <w:shd w:val="clear" w:color="auto" w:fill="auto"/>
          </w:tcPr>
          <w:p w14:paraId="18B0C25B" w14:textId="77777777" w:rsidR="006E2C0E" w:rsidRPr="006E2C0E" w:rsidRDefault="006E2C0E" w:rsidP="006E2C0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01CD421" w14:textId="00AD66B4" w:rsidR="006E2C0E" w:rsidRPr="006E2C0E" w:rsidRDefault="007A296F" w:rsidP="006E2C0E">
            <w:pPr>
              <w:pStyle w:val="SIText"/>
            </w:pPr>
            <w:r>
              <w:t>Nil</w:t>
            </w:r>
          </w:p>
        </w:tc>
      </w:tr>
      <w:tr w:rsidR="006E2C0E" w:rsidRPr="00963A46" w14:paraId="0B8CEF35" w14:textId="77777777" w:rsidTr="00CA2922">
        <w:tc>
          <w:tcPr>
            <w:tcW w:w="1396" w:type="pct"/>
            <w:shd w:val="clear" w:color="auto" w:fill="auto"/>
          </w:tcPr>
          <w:p w14:paraId="72D44830" w14:textId="77777777" w:rsidR="006E2C0E" w:rsidRPr="006E2C0E" w:rsidRDefault="006E2C0E" w:rsidP="006E2C0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E26015" w14:textId="1749C74F" w:rsidR="006E2C0E" w:rsidRPr="006E2C0E" w:rsidRDefault="006E2C0E" w:rsidP="006E2C0E">
            <w:pPr>
              <w:pStyle w:val="SIText"/>
            </w:pPr>
            <w:r w:rsidRPr="00C95C20">
              <w:t>Cellar Door (CDS)</w:t>
            </w:r>
          </w:p>
        </w:tc>
      </w:tr>
    </w:tbl>
    <w:p w14:paraId="38C175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30B3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B6772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305238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E9048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25B993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10CF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E2C0E" w:rsidRPr="00963A46" w14:paraId="069816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5EBF2D" w14:textId="4BD56966" w:rsidR="006E2C0E" w:rsidRPr="006E2C0E" w:rsidRDefault="006E2C0E" w:rsidP="006E2C0E">
            <w:pPr>
              <w:pStyle w:val="SIText"/>
            </w:pPr>
            <w:r>
              <w:t>1</w:t>
            </w:r>
            <w:r w:rsidR="00745E9E">
              <w:t>.</w:t>
            </w:r>
            <w:r>
              <w:t xml:space="preserve"> </w:t>
            </w:r>
            <w:r w:rsidRPr="006E2C0E">
              <w:t>Provide general overview of the Australian wine industry</w:t>
            </w:r>
          </w:p>
        </w:tc>
        <w:tc>
          <w:tcPr>
            <w:tcW w:w="3604" w:type="pct"/>
            <w:shd w:val="clear" w:color="auto" w:fill="auto"/>
          </w:tcPr>
          <w:p w14:paraId="5DD8F3EB" w14:textId="5DFB4F85" w:rsidR="006E2C0E" w:rsidRPr="006E2C0E" w:rsidRDefault="006E2C0E" w:rsidP="006E2C0E">
            <w:pPr>
              <w:pStyle w:val="SIText"/>
            </w:pPr>
            <w:r>
              <w:t xml:space="preserve">1.1 </w:t>
            </w:r>
            <w:r w:rsidR="0012464D">
              <w:t xml:space="preserve">Provide </w:t>
            </w:r>
            <w:r w:rsidRPr="006E2C0E">
              <w:t>a brief history of Australian viticulture and wine production to customers on request</w:t>
            </w:r>
          </w:p>
          <w:p w14:paraId="67125EA7" w14:textId="0F1F781B" w:rsidR="006E2C0E" w:rsidRPr="006E2C0E" w:rsidRDefault="006E2C0E" w:rsidP="006E2C0E">
            <w:pPr>
              <w:pStyle w:val="SIText"/>
            </w:pPr>
            <w:r>
              <w:t xml:space="preserve">1.2 </w:t>
            </w:r>
            <w:r w:rsidRPr="006E2C0E">
              <w:t xml:space="preserve">Identify the main wine growing regions of Australia and explain distinguishing features in response to customer </w:t>
            </w:r>
            <w:r w:rsidR="0012464D">
              <w:t>enquiries</w:t>
            </w:r>
          </w:p>
          <w:p w14:paraId="46C6162B" w14:textId="0E7E4C96" w:rsidR="006E2C0E" w:rsidRPr="006E2C0E" w:rsidRDefault="006E2C0E" w:rsidP="006E2C0E">
            <w:pPr>
              <w:pStyle w:val="SIText"/>
            </w:pPr>
            <w:r>
              <w:t xml:space="preserve">1.3 </w:t>
            </w:r>
            <w:r w:rsidR="0012464D">
              <w:t xml:space="preserve">Describe </w:t>
            </w:r>
            <w:r w:rsidRPr="006E2C0E">
              <w:t xml:space="preserve">the position of Australian wines in </w:t>
            </w:r>
            <w:r w:rsidR="0012464D">
              <w:t xml:space="preserve">relation to </w:t>
            </w:r>
            <w:r w:rsidRPr="006E2C0E">
              <w:t>world market</w:t>
            </w:r>
            <w:r w:rsidR="0012464D">
              <w:t>s</w:t>
            </w:r>
          </w:p>
          <w:p w14:paraId="4C1E2BB1" w14:textId="7314D362" w:rsidR="006E2C0E" w:rsidRDefault="006E2C0E" w:rsidP="006E2C0E">
            <w:pPr>
              <w:pStyle w:val="SIText"/>
            </w:pPr>
            <w:r>
              <w:t xml:space="preserve">1.4 </w:t>
            </w:r>
            <w:r w:rsidRPr="006E2C0E">
              <w:t xml:space="preserve">Explain the risk </w:t>
            </w:r>
            <w:r w:rsidR="0012464D">
              <w:t>from</w:t>
            </w:r>
            <w:r w:rsidRPr="006E2C0E">
              <w:t xml:space="preserve"> visitors bringing phylloxera into quarantine areas</w:t>
            </w:r>
            <w:r w:rsidR="0012464D">
              <w:t xml:space="preserve"> </w:t>
            </w:r>
            <w:r w:rsidR="004B4DD2">
              <w:t xml:space="preserve">and </w:t>
            </w:r>
            <w:r w:rsidR="0012464D">
              <w:t xml:space="preserve">describe </w:t>
            </w:r>
            <w:r w:rsidR="002A42CF">
              <w:t>procedures for</w:t>
            </w:r>
            <w:r w:rsidR="0012464D" w:rsidRPr="006E2C0E">
              <w:t xml:space="preserve"> </w:t>
            </w:r>
            <w:r w:rsidR="004B4DD2">
              <w:t xml:space="preserve">controlling </w:t>
            </w:r>
            <w:r w:rsidR="004130BB">
              <w:t xml:space="preserve">and minimising </w:t>
            </w:r>
            <w:r w:rsidR="004B4DD2">
              <w:t xml:space="preserve">this risk </w:t>
            </w:r>
          </w:p>
          <w:p w14:paraId="384D3FDF" w14:textId="00FE45BA" w:rsidR="0040687B" w:rsidRPr="006E2C0E" w:rsidRDefault="0040687B" w:rsidP="006E2C0E">
            <w:pPr>
              <w:pStyle w:val="SIText"/>
            </w:pPr>
            <w:r>
              <w:t xml:space="preserve">1.5 Identify and comply with workplace requirements </w:t>
            </w:r>
            <w:r w:rsidR="00EA1C27">
              <w:t>for visitor access</w:t>
            </w:r>
            <w:r w:rsidR="0012464D">
              <w:t>. workplace health and safety</w:t>
            </w:r>
            <w:r>
              <w:t xml:space="preserve"> and</w:t>
            </w:r>
            <w:r w:rsidR="00EA1C27">
              <w:t xml:space="preserve"> providing information</w:t>
            </w:r>
          </w:p>
        </w:tc>
      </w:tr>
      <w:tr w:rsidR="006E2C0E" w:rsidRPr="00963A46" w14:paraId="32C13D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946685" w14:textId="55394A24" w:rsidR="006E2C0E" w:rsidRPr="006E2C0E" w:rsidRDefault="006E2C0E" w:rsidP="006E2C0E">
            <w:pPr>
              <w:pStyle w:val="SIText"/>
            </w:pPr>
            <w:r>
              <w:t>2</w:t>
            </w:r>
            <w:r w:rsidR="00745E9E">
              <w:t>.</w:t>
            </w:r>
            <w:r>
              <w:t xml:space="preserve"> </w:t>
            </w:r>
            <w:r w:rsidRPr="006E2C0E">
              <w:t>Provide general regional information</w:t>
            </w:r>
          </w:p>
        </w:tc>
        <w:tc>
          <w:tcPr>
            <w:tcW w:w="3604" w:type="pct"/>
            <w:shd w:val="clear" w:color="auto" w:fill="auto"/>
          </w:tcPr>
          <w:p w14:paraId="3F2DC0F3" w14:textId="488F4680" w:rsidR="006E2C0E" w:rsidRPr="006E2C0E" w:rsidRDefault="006E2C0E" w:rsidP="006E2C0E">
            <w:pPr>
              <w:pStyle w:val="SIText"/>
            </w:pPr>
            <w:r>
              <w:t xml:space="preserve">2.1 </w:t>
            </w:r>
            <w:r w:rsidRPr="006E2C0E">
              <w:t xml:space="preserve">Identify </w:t>
            </w:r>
            <w:r w:rsidR="002A42CF">
              <w:t xml:space="preserve">and describe </w:t>
            </w:r>
            <w:r w:rsidRPr="006E2C0E">
              <w:t>grape varieties commonly grown in the region</w:t>
            </w:r>
          </w:p>
          <w:p w14:paraId="595012CD" w14:textId="4EF9B283" w:rsidR="006E2C0E" w:rsidRPr="006E2C0E" w:rsidRDefault="006E2C0E" w:rsidP="006E2C0E">
            <w:pPr>
              <w:pStyle w:val="SIText"/>
            </w:pPr>
            <w:r>
              <w:t xml:space="preserve">2.2 </w:t>
            </w:r>
            <w:r w:rsidRPr="006E2C0E">
              <w:t xml:space="preserve">Explain the location of tourist </w:t>
            </w:r>
            <w:r w:rsidR="002A42CF">
              <w:t xml:space="preserve">information centre and </w:t>
            </w:r>
            <w:r w:rsidRPr="006E2C0E">
              <w:t xml:space="preserve">other </w:t>
            </w:r>
            <w:r w:rsidR="002A42CF">
              <w:t xml:space="preserve">local </w:t>
            </w:r>
            <w:r w:rsidRPr="006E2C0E">
              <w:t>tourist attractions</w:t>
            </w:r>
            <w:r w:rsidR="00450C17" w:rsidRPr="006E2C0E">
              <w:t xml:space="preserve"> to customer</w:t>
            </w:r>
            <w:r w:rsidR="002A42CF">
              <w:t>s and provide information about special events</w:t>
            </w:r>
          </w:p>
          <w:p w14:paraId="6FEE2B38" w14:textId="5C4230D1" w:rsidR="006E2C0E" w:rsidRPr="006E2C0E" w:rsidRDefault="006E2C0E" w:rsidP="006E2C0E">
            <w:pPr>
              <w:pStyle w:val="SIText"/>
            </w:pPr>
            <w:r>
              <w:t xml:space="preserve">2.3 </w:t>
            </w:r>
            <w:r w:rsidR="002A42CF">
              <w:t>Provide</w:t>
            </w:r>
            <w:r w:rsidRPr="006E2C0E">
              <w:t xml:space="preserve"> a brief outline of local history to customers</w:t>
            </w:r>
          </w:p>
          <w:p w14:paraId="1EFD0100" w14:textId="7257AAF9" w:rsidR="006E2C0E" w:rsidRPr="006E2C0E" w:rsidRDefault="006E2C0E" w:rsidP="006E2C0E">
            <w:pPr>
              <w:pStyle w:val="SIText"/>
            </w:pPr>
            <w:r>
              <w:t xml:space="preserve">2.4 </w:t>
            </w:r>
            <w:r w:rsidRPr="006E2C0E">
              <w:t xml:space="preserve">Maintain current details </w:t>
            </w:r>
            <w:r w:rsidR="002A42CF">
              <w:t>about</w:t>
            </w:r>
            <w:r w:rsidRPr="006E2C0E">
              <w:t xml:space="preserve"> local facilities and provide to customers on request</w:t>
            </w:r>
          </w:p>
          <w:p w14:paraId="6B1C2800" w14:textId="284705A0" w:rsidR="006E2C0E" w:rsidRPr="006E2C0E" w:rsidRDefault="006E2C0E" w:rsidP="006E2C0E">
            <w:pPr>
              <w:pStyle w:val="SIText"/>
            </w:pPr>
            <w:r>
              <w:t xml:space="preserve">2.5 </w:t>
            </w:r>
            <w:r w:rsidRPr="006E2C0E">
              <w:t>Provide contact names and locations of local wineries to customers on request</w:t>
            </w:r>
          </w:p>
          <w:p w14:paraId="166B7055" w14:textId="41D9B51C" w:rsidR="006E2C0E" w:rsidRPr="006E2C0E" w:rsidRDefault="006E2C0E" w:rsidP="006E2C0E">
            <w:pPr>
              <w:pStyle w:val="SIText"/>
            </w:pPr>
            <w:r>
              <w:t xml:space="preserve">2.6 </w:t>
            </w:r>
            <w:r w:rsidRPr="006E2C0E">
              <w:t xml:space="preserve">Access </w:t>
            </w:r>
            <w:r w:rsidR="00977B32">
              <w:t xml:space="preserve">and provide </w:t>
            </w:r>
            <w:r w:rsidRPr="006E2C0E">
              <w:t>current local tourist information brochures</w:t>
            </w:r>
            <w:r w:rsidR="002236D4">
              <w:t xml:space="preserve"> and online</w:t>
            </w:r>
            <w:r w:rsidR="002A42CF">
              <w:t xml:space="preserve"> information</w:t>
            </w:r>
          </w:p>
        </w:tc>
      </w:tr>
      <w:tr w:rsidR="006E2C0E" w:rsidRPr="00963A46" w14:paraId="023506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67022A" w14:textId="11DE29FD" w:rsidR="006E2C0E" w:rsidRPr="006E2C0E" w:rsidRDefault="006E2C0E" w:rsidP="006E2C0E">
            <w:pPr>
              <w:pStyle w:val="SIText"/>
            </w:pPr>
            <w:r>
              <w:t>3</w:t>
            </w:r>
            <w:r w:rsidR="00745E9E">
              <w:t>.</w:t>
            </w:r>
            <w:r>
              <w:t xml:space="preserve"> </w:t>
            </w:r>
            <w:r w:rsidRPr="006E2C0E">
              <w:t>Provide general information about the organisation and its products</w:t>
            </w:r>
          </w:p>
        </w:tc>
        <w:tc>
          <w:tcPr>
            <w:tcW w:w="3604" w:type="pct"/>
            <w:shd w:val="clear" w:color="auto" w:fill="auto"/>
          </w:tcPr>
          <w:p w14:paraId="1CCADE93" w14:textId="5805D2C7" w:rsidR="006E2C0E" w:rsidRPr="006E2C0E" w:rsidRDefault="006E2C0E" w:rsidP="006E2C0E">
            <w:pPr>
              <w:pStyle w:val="SIText"/>
            </w:pPr>
            <w:r>
              <w:t xml:space="preserve">3.1 </w:t>
            </w:r>
            <w:r w:rsidRPr="006E2C0E">
              <w:t>Pr</w:t>
            </w:r>
            <w:r w:rsidR="00977B32">
              <w:t>ovide</w:t>
            </w:r>
            <w:r w:rsidRPr="006E2C0E">
              <w:t xml:space="preserve"> a brief history of the organisation to customers</w:t>
            </w:r>
          </w:p>
          <w:p w14:paraId="2DC974A9" w14:textId="68F8EF80" w:rsidR="006E2C0E" w:rsidRPr="006E2C0E" w:rsidRDefault="006E2C0E" w:rsidP="006E2C0E">
            <w:pPr>
              <w:pStyle w:val="SIText"/>
            </w:pPr>
            <w:r>
              <w:t xml:space="preserve">3.2 </w:t>
            </w:r>
            <w:r w:rsidRPr="006E2C0E">
              <w:t xml:space="preserve">Explain the role of the cellar door </w:t>
            </w:r>
            <w:r w:rsidR="009E1857">
              <w:t>operations</w:t>
            </w:r>
            <w:r w:rsidRPr="006E2C0E">
              <w:t xml:space="preserve"> within </w:t>
            </w:r>
            <w:r w:rsidR="009E1857">
              <w:t xml:space="preserve">the </w:t>
            </w:r>
            <w:r w:rsidRPr="006E2C0E">
              <w:t>workplace</w:t>
            </w:r>
          </w:p>
          <w:p w14:paraId="248D4745" w14:textId="6A2894CF" w:rsidR="006E2C0E" w:rsidRPr="006E2C0E" w:rsidRDefault="006E2C0E" w:rsidP="006E2C0E">
            <w:pPr>
              <w:pStyle w:val="SIText"/>
            </w:pPr>
            <w:r>
              <w:t xml:space="preserve">3.3 </w:t>
            </w:r>
            <w:r w:rsidRPr="006E2C0E">
              <w:t xml:space="preserve">Identify the countries to which workplace products are exported and provide information </w:t>
            </w:r>
            <w:r w:rsidR="00977B32">
              <w:t xml:space="preserve">about </w:t>
            </w:r>
            <w:r w:rsidRPr="006E2C0E">
              <w:t>exported products to customers</w:t>
            </w:r>
          </w:p>
          <w:p w14:paraId="5AF3EDAB" w14:textId="5BA1E85C" w:rsidR="006E2C0E" w:rsidRPr="006E2C0E" w:rsidRDefault="006E2C0E" w:rsidP="006E2C0E">
            <w:pPr>
              <w:pStyle w:val="SIText"/>
            </w:pPr>
            <w:r>
              <w:t xml:space="preserve">3.4 </w:t>
            </w:r>
            <w:r w:rsidRPr="006E2C0E">
              <w:t xml:space="preserve">Explain the Australian wine awards system </w:t>
            </w:r>
            <w:r w:rsidR="00977B32">
              <w:t xml:space="preserve">to customers </w:t>
            </w:r>
            <w:r w:rsidRPr="006E2C0E">
              <w:t xml:space="preserve">and </w:t>
            </w:r>
            <w:r w:rsidR="00977B32">
              <w:t xml:space="preserve">application to </w:t>
            </w:r>
            <w:r w:rsidRPr="006E2C0E">
              <w:t>the workplace product range</w:t>
            </w:r>
          </w:p>
          <w:p w14:paraId="5AF19D86" w14:textId="77777777" w:rsidR="006E2C0E" w:rsidRPr="006E2C0E" w:rsidRDefault="006E2C0E" w:rsidP="006E2C0E">
            <w:pPr>
              <w:pStyle w:val="SIText"/>
            </w:pPr>
            <w:r>
              <w:t xml:space="preserve">3.5 </w:t>
            </w:r>
            <w:r w:rsidRPr="006E2C0E">
              <w:t>Explain key wine industry bodies, events and their functions to customers</w:t>
            </w:r>
          </w:p>
        </w:tc>
      </w:tr>
    </w:tbl>
    <w:p w14:paraId="33E6FCDA" w14:textId="77777777" w:rsidR="005F771F" w:rsidRDefault="005F771F" w:rsidP="005F771F">
      <w:pPr>
        <w:pStyle w:val="SIText"/>
      </w:pPr>
    </w:p>
    <w:p w14:paraId="3F7F147B" w14:textId="77777777" w:rsidR="005F771F" w:rsidRPr="000754EC" w:rsidRDefault="005F771F" w:rsidP="000754EC">
      <w:r>
        <w:br w:type="page"/>
      </w:r>
    </w:p>
    <w:p w14:paraId="094191F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5728905" w14:textId="77777777" w:rsidTr="00CA2922">
        <w:trPr>
          <w:tblHeader/>
        </w:trPr>
        <w:tc>
          <w:tcPr>
            <w:tcW w:w="5000" w:type="pct"/>
            <w:gridSpan w:val="2"/>
          </w:tcPr>
          <w:p w14:paraId="338A98E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719021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EF6C9C" w14:textId="77777777" w:rsidTr="00CA2922">
        <w:trPr>
          <w:tblHeader/>
        </w:trPr>
        <w:tc>
          <w:tcPr>
            <w:tcW w:w="1396" w:type="pct"/>
          </w:tcPr>
          <w:p w14:paraId="55FF5C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07A893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92F00" w:rsidRPr="00336FCA" w:rsidDel="00423CB2" w14:paraId="1C7ED0D0" w14:textId="77777777" w:rsidTr="00CA2922">
        <w:tc>
          <w:tcPr>
            <w:tcW w:w="1396" w:type="pct"/>
          </w:tcPr>
          <w:p w14:paraId="77265DC8" w14:textId="3108EEAC" w:rsidR="00092F00" w:rsidRPr="006E2C0E" w:rsidRDefault="00092F00" w:rsidP="006E2C0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5E8BBF1" w14:textId="6D5BE9D6" w:rsidR="00092F00" w:rsidRPr="006E2C0E" w:rsidRDefault="004B4DD2" w:rsidP="00D91508">
            <w:pPr>
              <w:pStyle w:val="SIBulletList1"/>
            </w:pPr>
            <w:r w:rsidRPr="004B4DD2">
              <w:rPr>
                <w:rFonts w:eastAsiaTheme="minorHAnsi"/>
              </w:rPr>
              <w:t xml:space="preserve">Gather and interpret </w:t>
            </w:r>
            <w:r>
              <w:rPr>
                <w:rFonts w:eastAsiaTheme="minorHAnsi"/>
              </w:rPr>
              <w:t xml:space="preserve">tourism </w:t>
            </w:r>
            <w:r w:rsidRPr="004B4DD2">
              <w:rPr>
                <w:rFonts w:eastAsiaTheme="minorHAnsi"/>
              </w:rPr>
              <w:t xml:space="preserve">information from various sources </w:t>
            </w:r>
          </w:p>
        </w:tc>
      </w:tr>
      <w:tr w:rsidR="00092F00" w:rsidRPr="00336FCA" w:rsidDel="00423CB2" w14:paraId="1DCF65D5" w14:textId="77777777" w:rsidTr="00CD7A28">
        <w:trPr>
          <w:trHeight w:val="212"/>
        </w:trPr>
        <w:tc>
          <w:tcPr>
            <w:tcW w:w="1396" w:type="pct"/>
          </w:tcPr>
          <w:p w14:paraId="5C2E5811" w14:textId="25486EEE" w:rsidR="00092F00" w:rsidRPr="006E2C0E" w:rsidRDefault="00092F00" w:rsidP="006E2C0E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14D9EFF" w14:textId="767AE9F8" w:rsidR="004B4DD2" w:rsidRDefault="004B4DD2" w:rsidP="004B4DD2">
            <w:pPr>
              <w:pStyle w:val="SIBulletList1"/>
            </w:pPr>
            <w:r>
              <w:t>Use</w:t>
            </w:r>
            <w:r w:rsidRPr="000009A4">
              <w:t xml:space="preserve"> clear language to convey </w:t>
            </w:r>
            <w:r>
              <w:t>industry-specific</w:t>
            </w:r>
            <w:r w:rsidRPr="000009A4">
              <w:t xml:space="preserve"> information appropriate to </w:t>
            </w:r>
            <w:r>
              <w:t>customer</w:t>
            </w:r>
          </w:p>
          <w:p w14:paraId="7A049B86" w14:textId="5F93A05F" w:rsidR="00092F00" w:rsidRPr="006E2C0E" w:rsidRDefault="004B4DD2" w:rsidP="004B4DD2">
            <w:pPr>
              <w:pStyle w:val="SIBulletList1"/>
            </w:pPr>
            <w:r>
              <w:t xml:space="preserve">Use </w:t>
            </w:r>
            <w:r w:rsidRPr="004B4DD2">
              <w:t xml:space="preserve">active listening skills to respond to questions </w:t>
            </w:r>
            <w:r>
              <w:t xml:space="preserve">from customers and to provide information </w:t>
            </w:r>
            <w:r w:rsidR="004130BB">
              <w:t>that meets customer needs</w:t>
            </w:r>
          </w:p>
        </w:tc>
      </w:tr>
      <w:tr w:rsidR="00092F00" w:rsidRPr="00336FCA" w:rsidDel="00423CB2" w14:paraId="496D9A21" w14:textId="77777777" w:rsidTr="00CD7A28">
        <w:trPr>
          <w:trHeight w:val="212"/>
        </w:trPr>
        <w:tc>
          <w:tcPr>
            <w:tcW w:w="1396" w:type="pct"/>
          </w:tcPr>
          <w:p w14:paraId="34B6F814" w14:textId="7189194B" w:rsidR="00092F00" w:rsidRPr="006E2C0E" w:rsidRDefault="00092F00" w:rsidP="006E2C0E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6A57E809" w14:textId="7A269D77" w:rsidR="004B4DD2" w:rsidRPr="006E2C0E" w:rsidRDefault="004130BB" w:rsidP="00F80372">
            <w:pPr>
              <w:pStyle w:val="SIBulletList1"/>
            </w:pPr>
            <w:r>
              <w:t>Understand biosecurity and workplace health and safety requirements relevant to own role</w:t>
            </w:r>
          </w:p>
        </w:tc>
      </w:tr>
      <w:tr w:rsidR="00092F00" w:rsidRPr="00336FCA" w:rsidDel="00423CB2" w14:paraId="6AFC3717" w14:textId="77777777" w:rsidTr="00CD7A28">
        <w:trPr>
          <w:trHeight w:val="212"/>
        </w:trPr>
        <w:tc>
          <w:tcPr>
            <w:tcW w:w="1396" w:type="pct"/>
          </w:tcPr>
          <w:p w14:paraId="0CBEBD4E" w14:textId="70E30632" w:rsidR="00092F00" w:rsidRPr="006E2C0E" w:rsidRDefault="00092F00" w:rsidP="006E2C0E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C712099" w14:textId="29EC0B6C" w:rsidR="00092F00" w:rsidRPr="006E2C0E" w:rsidRDefault="004B4DD2" w:rsidP="006E2C0E">
            <w:pPr>
              <w:pStyle w:val="SIBulletList1"/>
            </w:pPr>
            <w:r>
              <w:t xml:space="preserve">Use accepted practices and protocols for communicating with </w:t>
            </w:r>
            <w:r w:rsidRPr="004B4DD2">
              <w:t>people external to the organisation</w:t>
            </w:r>
          </w:p>
        </w:tc>
      </w:tr>
      <w:tr w:rsidR="00092F00" w:rsidRPr="00336FCA" w:rsidDel="00423CB2" w14:paraId="1608C18A" w14:textId="77777777" w:rsidTr="00CD7A28">
        <w:trPr>
          <w:trHeight w:val="212"/>
        </w:trPr>
        <w:tc>
          <w:tcPr>
            <w:tcW w:w="1396" w:type="pct"/>
          </w:tcPr>
          <w:p w14:paraId="68DA5F52" w14:textId="30D7E763" w:rsidR="00092F00" w:rsidRPr="006E2C0E" w:rsidRDefault="00092F00" w:rsidP="006E2C0E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0488FAC3" w14:textId="0BEC487B" w:rsidR="00092F00" w:rsidRPr="006E2C0E" w:rsidRDefault="00092F00" w:rsidP="00F80372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Use the main features and functions of digital tools to identify and </w:t>
            </w:r>
            <w:r w:rsidR="00F80372">
              <w:rPr>
                <w:rFonts w:eastAsiaTheme="minorHAnsi"/>
              </w:rPr>
              <w:t>convey</w:t>
            </w:r>
            <w:r>
              <w:rPr>
                <w:rFonts w:eastAsiaTheme="minorHAnsi"/>
                <w:lang w:val="en-GB"/>
              </w:rPr>
              <w:t xml:space="preserve"> </w:t>
            </w:r>
            <w:r w:rsidR="00F80372">
              <w:rPr>
                <w:rFonts w:eastAsiaTheme="minorHAnsi"/>
              </w:rPr>
              <w:t>tourism information</w:t>
            </w:r>
          </w:p>
        </w:tc>
      </w:tr>
    </w:tbl>
    <w:p w14:paraId="68F59589" w14:textId="77777777" w:rsidR="00916CD7" w:rsidRDefault="00916CD7" w:rsidP="005F771F">
      <w:pPr>
        <w:pStyle w:val="SIText"/>
      </w:pPr>
    </w:p>
    <w:p w14:paraId="307690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AE72B1" w14:textId="77777777" w:rsidTr="00F33FF2">
        <w:tc>
          <w:tcPr>
            <w:tcW w:w="5000" w:type="pct"/>
            <w:gridSpan w:val="4"/>
          </w:tcPr>
          <w:p w14:paraId="4F9CB3E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89B2AC" w14:textId="77777777" w:rsidTr="00F33FF2">
        <w:tc>
          <w:tcPr>
            <w:tcW w:w="1028" w:type="pct"/>
          </w:tcPr>
          <w:p w14:paraId="4472DEF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5E0B4C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884D4B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AE266A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E2C0E" w14:paraId="0172342A" w14:textId="77777777" w:rsidTr="00F33FF2">
        <w:tc>
          <w:tcPr>
            <w:tcW w:w="1028" w:type="pct"/>
          </w:tcPr>
          <w:p w14:paraId="2F983053" w14:textId="46BC4173" w:rsidR="006E2C0E" w:rsidRPr="006E2C0E" w:rsidRDefault="00C06E2B" w:rsidP="00110376">
            <w:r>
              <w:t>FBPCDS</w:t>
            </w:r>
            <w:r w:rsidR="006E2C0E" w:rsidRPr="006E2C0E">
              <w:t xml:space="preserve">2002 </w:t>
            </w:r>
            <w:r w:rsidR="007A296F">
              <w:t>Provide and present wine tourism information</w:t>
            </w:r>
          </w:p>
        </w:tc>
        <w:tc>
          <w:tcPr>
            <w:tcW w:w="1105" w:type="pct"/>
          </w:tcPr>
          <w:p w14:paraId="7C82B0B2" w14:textId="77777777" w:rsidR="006E2C0E" w:rsidRPr="006E2C0E" w:rsidRDefault="006E2C0E" w:rsidP="00591613">
            <w:pPr>
              <w:pStyle w:val="SIText"/>
            </w:pPr>
            <w:r w:rsidRPr="006E2C0E">
              <w:t>FDFCD2002A Promote wine tourism information</w:t>
            </w:r>
          </w:p>
        </w:tc>
        <w:tc>
          <w:tcPr>
            <w:tcW w:w="1251" w:type="pct"/>
          </w:tcPr>
          <w:p w14:paraId="2B45E89F" w14:textId="3A56B84D" w:rsidR="006E2C0E" w:rsidRDefault="006E2C0E" w:rsidP="00591613">
            <w:pPr>
              <w:pStyle w:val="SIText"/>
            </w:pPr>
            <w:r w:rsidRPr="007B6424">
              <w:t>Updated to meet Standards for Training Packages</w:t>
            </w:r>
          </w:p>
          <w:p w14:paraId="3AF3B409" w14:textId="77777777" w:rsidR="007A296F" w:rsidRDefault="007A296F" w:rsidP="00591613">
            <w:pPr>
              <w:pStyle w:val="SIText"/>
            </w:pPr>
            <w:r>
              <w:t>Changed unit title and minor additions for clarity</w:t>
            </w:r>
          </w:p>
          <w:p w14:paraId="3CC1A6FB" w14:textId="20680387" w:rsidR="00853299" w:rsidRPr="006E2C0E" w:rsidRDefault="00092F00" w:rsidP="00110376">
            <w:r w:rsidRPr="00092F00">
              <w:t>Removal of prerequisite as no longer required by industry</w:t>
            </w:r>
          </w:p>
        </w:tc>
        <w:tc>
          <w:tcPr>
            <w:tcW w:w="1616" w:type="pct"/>
          </w:tcPr>
          <w:p w14:paraId="6C2FD102" w14:textId="77777777" w:rsidR="006E2C0E" w:rsidRPr="006E2C0E" w:rsidRDefault="006E2C0E" w:rsidP="00591613">
            <w:pPr>
              <w:pStyle w:val="SIText"/>
            </w:pPr>
            <w:r>
              <w:t>E</w:t>
            </w:r>
            <w:r w:rsidRPr="006E2C0E">
              <w:t>quivalent unit</w:t>
            </w:r>
          </w:p>
        </w:tc>
      </w:tr>
    </w:tbl>
    <w:p w14:paraId="1547DB3E" w14:textId="33F9F8F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7502"/>
      </w:tblGrid>
      <w:tr w:rsidR="007A296F" w:rsidRPr="00A55106" w14:paraId="4A227700" w14:textId="77777777" w:rsidTr="00110376">
        <w:tc>
          <w:tcPr>
            <w:tcW w:w="1104" w:type="pct"/>
            <w:shd w:val="clear" w:color="auto" w:fill="auto"/>
          </w:tcPr>
          <w:p w14:paraId="00B2A4E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96" w:type="pct"/>
            <w:shd w:val="clear" w:color="auto" w:fill="auto"/>
          </w:tcPr>
          <w:p w14:paraId="606D0CE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2957125" w14:textId="7D6C15E9" w:rsidR="00F1480E" w:rsidRPr="000754EC" w:rsidRDefault="009932F7" w:rsidP="00CD7A28">
            <w:pPr>
              <w:pStyle w:val="SIText"/>
            </w:pPr>
            <w:hyperlink r:id="rId11" w:history="1">
              <w:r w:rsidR="00745E9E" w:rsidRPr="00D611D3">
                <w:t>https://vetnet.education.gov.au/Pages/TrainingDocs.aspx?q=78b15323-cd38-483e-aad7-1159b570a5c4</w:t>
              </w:r>
            </w:hyperlink>
            <w:r w:rsidR="00745E9E">
              <w:br/>
            </w:r>
          </w:p>
        </w:tc>
      </w:tr>
    </w:tbl>
    <w:p w14:paraId="273C1DAF" w14:textId="77777777" w:rsidR="00F1480E" w:rsidRDefault="00F1480E" w:rsidP="005F771F">
      <w:pPr>
        <w:pStyle w:val="SIText"/>
      </w:pPr>
    </w:p>
    <w:p w14:paraId="484B7E8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6E2C0E" w:rsidRPr="00E91BFF" w14:paraId="114718C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34173C9" w14:textId="06DA4A96" w:rsidR="006E2C0E" w:rsidRPr="006E2C0E" w:rsidRDefault="00745E9E" w:rsidP="00745E9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10393BA" w14:textId="3673DFA2" w:rsidR="006E2C0E" w:rsidRPr="006E2C0E" w:rsidRDefault="00745E9E" w:rsidP="00745E9E">
            <w:pPr>
              <w:pStyle w:val="SIUnittitle"/>
            </w:pPr>
            <w:r>
              <w:rPr>
                <w:rFonts w:eastAsiaTheme="minorHAnsi"/>
                <w:lang w:val="en-US" w:eastAsia="en-US"/>
              </w:rPr>
              <w:t xml:space="preserve">Assessment requirements for </w:t>
            </w:r>
            <w:r w:rsidR="00C06E2B">
              <w:t>FBPCDS</w:t>
            </w:r>
            <w:r w:rsidRPr="004D5108">
              <w:t>2002 Pr</w:t>
            </w:r>
            <w:r w:rsidR="00D62573">
              <w:t>ovide</w:t>
            </w:r>
            <w:r w:rsidRPr="004D5108">
              <w:t xml:space="preserve"> </w:t>
            </w:r>
            <w:r w:rsidR="00D62573">
              <w:t xml:space="preserve">and present </w:t>
            </w:r>
            <w:r w:rsidRPr="004D5108">
              <w:t>wine tourism information</w:t>
            </w:r>
            <w:r w:rsidR="006E2C0E" w:rsidRPr="006E2C0E">
              <w:fldChar w:fldCharType="begin"/>
            </w:r>
            <w:r w:rsidR="006E2C0E" w:rsidRPr="006E2C0E">
              <w:instrText xml:space="preserve"> STYLEREF  "AFSA Unit Title"  \* MERGEFORMAT </w:instrText>
            </w:r>
            <w:r w:rsidR="006E2C0E" w:rsidRPr="006E2C0E">
              <w:fldChar w:fldCharType="end"/>
            </w:r>
            <w:r w:rsidR="006E2C0E" w:rsidRPr="006E2C0E">
              <w:fldChar w:fldCharType="begin"/>
            </w:r>
            <w:r w:rsidR="006E2C0E" w:rsidRPr="006E2C0E">
              <w:instrText xml:space="preserve"> STYLEREF  "AFSA Unit Title"  \* MERGEFORMAT </w:instrText>
            </w:r>
            <w:r w:rsidR="006E2C0E" w:rsidRPr="006E2C0E">
              <w:fldChar w:fldCharType="end"/>
            </w:r>
          </w:p>
        </w:tc>
      </w:tr>
      <w:tr w:rsidR="00556C4C" w:rsidRPr="00A55106" w14:paraId="34E3537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F8DFB0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4BCCBF" w14:textId="77777777" w:rsidTr="00113678">
        <w:tc>
          <w:tcPr>
            <w:tcW w:w="5000" w:type="pct"/>
            <w:gridSpan w:val="2"/>
            <w:shd w:val="clear" w:color="auto" w:fill="auto"/>
          </w:tcPr>
          <w:p w14:paraId="1005F10C" w14:textId="5565ED4B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EFD13A7" w14:textId="77777777" w:rsidR="006E2C0E" w:rsidRPr="000754EC" w:rsidRDefault="006E2C0E" w:rsidP="000754EC">
            <w:pPr>
              <w:pStyle w:val="SIText"/>
            </w:pPr>
          </w:p>
          <w:p w14:paraId="1638D0DB" w14:textId="2640A326" w:rsidR="00E211E4" w:rsidRPr="006E2C0E" w:rsidRDefault="00E211E4" w:rsidP="006E2C0E">
            <w:pPr>
              <w:pStyle w:val="SIText"/>
            </w:pPr>
            <w:r w:rsidRPr="00E211E4">
              <w:t xml:space="preserve">There must be evidence that the individual has </w:t>
            </w:r>
            <w:r w:rsidR="00D62573">
              <w:t xml:space="preserve">provided wine tourism information for at least two separate customer enquiries and has </w:t>
            </w:r>
            <w:r w:rsidRPr="00E211E4">
              <w:t>demonstrated the following:</w:t>
            </w:r>
          </w:p>
          <w:p w14:paraId="21AF42F3" w14:textId="49716BA3" w:rsidR="006E2C0E" w:rsidRPr="006E2C0E" w:rsidRDefault="006E2C0E" w:rsidP="006E2C0E">
            <w:pPr>
              <w:pStyle w:val="SIBulletList1"/>
            </w:pPr>
            <w:r w:rsidRPr="0089749E">
              <w:t>acces</w:t>
            </w:r>
            <w:r w:rsidR="00D62573">
              <w:t>sed</w:t>
            </w:r>
            <w:r w:rsidRPr="006E2C0E">
              <w:t xml:space="preserve"> information </w:t>
            </w:r>
            <w:r w:rsidR="00D62573">
              <w:t>about</w:t>
            </w:r>
            <w:r w:rsidRPr="006E2C0E">
              <w:t xml:space="preserve"> the history and </w:t>
            </w:r>
            <w:r w:rsidR="00D62573">
              <w:t xml:space="preserve">product </w:t>
            </w:r>
            <w:r w:rsidRPr="006E2C0E">
              <w:t xml:space="preserve">range of </w:t>
            </w:r>
            <w:r w:rsidR="00DD56C9">
              <w:t xml:space="preserve">the </w:t>
            </w:r>
            <w:r w:rsidRPr="006E2C0E">
              <w:t>organisation, regional and Australian wines</w:t>
            </w:r>
          </w:p>
          <w:p w14:paraId="5BA82E3B" w14:textId="3DA53C70" w:rsidR="006E2C0E" w:rsidRPr="006E2C0E" w:rsidRDefault="006E2C0E" w:rsidP="006E2C0E">
            <w:pPr>
              <w:pStyle w:val="SIBulletList1"/>
            </w:pPr>
            <w:r>
              <w:t>access</w:t>
            </w:r>
            <w:r w:rsidR="00D62573">
              <w:t>ed</w:t>
            </w:r>
            <w:r>
              <w:t xml:space="preserve"> workplace information to identify wine industry tourism promotion requirements</w:t>
            </w:r>
          </w:p>
          <w:p w14:paraId="5E0271FC" w14:textId="070C59ED" w:rsidR="006E2C0E" w:rsidRPr="006E2C0E" w:rsidRDefault="00AB263F" w:rsidP="006E2C0E">
            <w:pPr>
              <w:pStyle w:val="SIBulletList1"/>
            </w:pPr>
            <w:r w:rsidRPr="0089749E">
              <w:t>provide</w:t>
            </w:r>
            <w:r>
              <w:t>d</w:t>
            </w:r>
            <w:r w:rsidR="006E2C0E" w:rsidRPr="0089749E">
              <w:t xml:space="preserve"> tourism information appropriate to the needs of </w:t>
            </w:r>
            <w:r w:rsidR="006E2C0E" w:rsidRPr="006E2C0E">
              <w:t>customers and visitors to the cellar door</w:t>
            </w:r>
          </w:p>
          <w:p w14:paraId="1EDBC79C" w14:textId="5D85753F" w:rsidR="006E2C0E" w:rsidRPr="006E2C0E" w:rsidRDefault="006E2C0E" w:rsidP="006E2C0E">
            <w:pPr>
              <w:pStyle w:val="SIBulletList1"/>
            </w:pPr>
            <w:r w:rsidRPr="0089749E">
              <w:t>explain</w:t>
            </w:r>
            <w:r w:rsidR="00D62573">
              <w:t>ed</w:t>
            </w:r>
            <w:r w:rsidRPr="0089749E">
              <w:t xml:space="preserve"> phylloxera threats and prevention measures</w:t>
            </w:r>
            <w:r w:rsidRPr="006E2C0E">
              <w:t xml:space="preserve"> to customers and visitors</w:t>
            </w:r>
          </w:p>
          <w:p w14:paraId="70857732" w14:textId="448701EA" w:rsidR="006E2C0E" w:rsidRDefault="006E2C0E" w:rsidP="006E2C0E">
            <w:pPr>
              <w:pStyle w:val="SIBulletList1"/>
            </w:pPr>
            <w:r w:rsidRPr="0089749E">
              <w:t>maintain</w:t>
            </w:r>
            <w:r w:rsidR="00D62573">
              <w:t>ed</w:t>
            </w:r>
            <w:r w:rsidRPr="0089749E">
              <w:t xml:space="preserve"> cellar door information resources and display areas</w:t>
            </w:r>
          </w:p>
          <w:p w14:paraId="630D7E27" w14:textId="7B5B610B" w:rsidR="008B641C" w:rsidRDefault="008B641C" w:rsidP="006E2C0E">
            <w:pPr>
              <w:pStyle w:val="SIBulletList1"/>
            </w:pPr>
            <w:r>
              <w:t>use</w:t>
            </w:r>
            <w:r w:rsidR="00D62573">
              <w:t>d</w:t>
            </w:r>
            <w:r>
              <w:t xml:space="preserve"> digital tools to access and present</w:t>
            </w:r>
            <w:r w:rsidR="00DD56C9">
              <w:t xml:space="preserve"> wine industry</w:t>
            </w:r>
            <w:r>
              <w:t xml:space="preserve"> information</w:t>
            </w:r>
          </w:p>
          <w:p w14:paraId="4D3908B6" w14:textId="263FCC3F" w:rsidR="005B047D" w:rsidRDefault="005B047D" w:rsidP="005B047D">
            <w:pPr>
              <w:pStyle w:val="SIBulletList1"/>
            </w:pPr>
            <w:r>
              <w:t>present</w:t>
            </w:r>
            <w:r w:rsidR="00D62573">
              <w:t>ed</w:t>
            </w:r>
            <w:r>
              <w:t xml:space="preserve"> clear and accurate wine tourism information covering:</w:t>
            </w:r>
          </w:p>
          <w:p w14:paraId="414CC1E2" w14:textId="77777777" w:rsidR="00DD56C9" w:rsidRDefault="00DD56C9" w:rsidP="00DD56C9">
            <w:pPr>
              <w:pStyle w:val="SIBulletList2"/>
            </w:pPr>
            <w:r>
              <w:t>wine varieties and production in the local region</w:t>
            </w:r>
          </w:p>
          <w:p w14:paraId="38B6BFBD" w14:textId="77777777" w:rsidR="00DD56C9" w:rsidRDefault="00DD56C9" w:rsidP="00DD56C9">
            <w:pPr>
              <w:pStyle w:val="SIBulletList2"/>
            </w:pPr>
            <w:r>
              <w:t>main wine growing regions in Australia</w:t>
            </w:r>
          </w:p>
          <w:p w14:paraId="55E677D2" w14:textId="492E9137" w:rsidR="00DD56C9" w:rsidRDefault="00DD56C9" w:rsidP="00DD56C9">
            <w:pPr>
              <w:pStyle w:val="SIBulletList2"/>
            </w:pPr>
            <w:r>
              <w:t>links to history, tourism information and other wineries</w:t>
            </w:r>
          </w:p>
          <w:p w14:paraId="058F9C0B" w14:textId="77777777" w:rsidR="00DD56C9" w:rsidRDefault="00DD56C9" w:rsidP="00DD56C9">
            <w:pPr>
              <w:pStyle w:val="SIBulletList2"/>
            </w:pPr>
            <w:r>
              <w:t>workplace wine products and exports</w:t>
            </w:r>
          </w:p>
          <w:p w14:paraId="188BFBE9" w14:textId="634E54F0" w:rsidR="00556C4C" w:rsidRPr="000754EC" w:rsidRDefault="00DD56C9" w:rsidP="00D91508">
            <w:pPr>
              <w:pStyle w:val="SIBulletList2"/>
            </w:pPr>
            <w:r>
              <w:t>wine</w:t>
            </w:r>
            <w:r w:rsidRPr="00DD56C9">
              <w:t xml:space="preserve"> industry bodies and awards</w:t>
            </w:r>
            <w:r>
              <w:t>.</w:t>
            </w:r>
          </w:p>
        </w:tc>
      </w:tr>
    </w:tbl>
    <w:p w14:paraId="6FFA90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F7E43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896BC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458BD8" w14:textId="77777777" w:rsidTr="00CA2922">
        <w:tc>
          <w:tcPr>
            <w:tcW w:w="5000" w:type="pct"/>
            <w:shd w:val="clear" w:color="auto" w:fill="auto"/>
          </w:tcPr>
          <w:p w14:paraId="7741300A" w14:textId="6EC3CCDD" w:rsidR="00F1480E" w:rsidRDefault="006E42FE" w:rsidP="00110376">
            <w:pPr>
              <w:pStyle w:val="SIText"/>
              <w:rPr>
                <w:rFonts w:eastAsia="Calibri"/>
              </w:rPr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ADCE965" w14:textId="77777777" w:rsidR="006E2C0E" w:rsidRPr="006E2C0E" w:rsidRDefault="006E2C0E" w:rsidP="006E2C0E">
            <w:pPr>
              <w:pStyle w:val="SIBulletList1"/>
            </w:pPr>
            <w:r>
              <w:t>brief history of</w:t>
            </w:r>
            <w:r w:rsidRPr="006E2C0E">
              <w:t xml:space="preserve"> Australian wine production:</w:t>
            </w:r>
          </w:p>
          <w:p w14:paraId="27F2819D" w14:textId="68971B17" w:rsidR="006E2C0E" w:rsidRPr="006E2C0E" w:rsidRDefault="006E2C0E" w:rsidP="006E2C0E">
            <w:pPr>
              <w:pStyle w:val="SIBulletList2"/>
            </w:pPr>
            <w:r>
              <w:t>first plant</w:t>
            </w:r>
            <w:r w:rsidRPr="006E2C0E">
              <w:t>ing of vines in Australia</w:t>
            </w:r>
            <w:r w:rsidR="00176F6E">
              <w:t>, including</w:t>
            </w:r>
            <w:r w:rsidRPr="006E2C0E">
              <w:t xml:space="preserve"> where and when</w:t>
            </w:r>
          </w:p>
          <w:p w14:paraId="1D63272C" w14:textId="77777777" w:rsidR="006E2C0E" w:rsidRPr="006E2C0E" w:rsidRDefault="006E2C0E" w:rsidP="006E2C0E">
            <w:pPr>
              <w:pStyle w:val="SIBulletList2"/>
            </w:pPr>
            <w:r>
              <w:t>key successes and challenges in wine industry development</w:t>
            </w:r>
          </w:p>
          <w:p w14:paraId="7FE2933B" w14:textId="77777777" w:rsidR="006E2C0E" w:rsidRPr="006E2C0E" w:rsidRDefault="006E2C0E" w:rsidP="006E2C0E">
            <w:pPr>
              <w:pStyle w:val="SIBulletList2"/>
            </w:pPr>
            <w:r>
              <w:t>structure of the industry</w:t>
            </w:r>
          </w:p>
          <w:p w14:paraId="32372CE1" w14:textId="77777777" w:rsidR="006E2C0E" w:rsidRPr="006E2C0E" w:rsidRDefault="006E2C0E" w:rsidP="006E2C0E">
            <w:pPr>
              <w:pStyle w:val="SIBulletList2"/>
            </w:pPr>
            <w:r>
              <w:t>trends in styles produced</w:t>
            </w:r>
          </w:p>
          <w:p w14:paraId="09C183B1" w14:textId="77777777" w:rsidR="006E2C0E" w:rsidRPr="006E2C0E" w:rsidRDefault="006E2C0E" w:rsidP="006E2C0E">
            <w:pPr>
              <w:pStyle w:val="SIBulletList1"/>
            </w:pPr>
            <w:r>
              <w:t>location and key distinguishing features of Australia</w:t>
            </w:r>
            <w:r w:rsidRPr="006E2C0E">
              <w:t>’s main wine growing regions:</w:t>
            </w:r>
          </w:p>
          <w:p w14:paraId="5FE5C982" w14:textId="77777777" w:rsidR="006E2C0E" w:rsidRPr="006E2C0E" w:rsidRDefault="006E2C0E" w:rsidP="006E2C0E">
            <w:pPr>
              <w:pStyle w:val="SIBulletList2"/>
            </w:pPr>
            <w:r>
              <w:t>climate</w:t>
            </w:r>
            <w:r w:rsidRPr="006E2C0E">
              <w:t xml:space="preserve"> and soil</w:t>
            </w:r>
          </w:p>
          <w:p w14:paraId="0D706083" w14:textId="77777777" w:rsidR="006E2C0E" w:rsidRPr="006E2C0E" w:rsidRDefault="006E2C0E" w:rsidP="006E2C0E">
            <w:pPr>
              <w:pStyle w:val="SIBulletList2"/>
            </w:pPr>
            <w:r>
              <w:t>grape varieties</w:t>
            </w:r>
            <w:r w:rsidRPr="006E2C0E">
              <w:t xml:space="preserve"> and wine styles</w:t>
            </w:r>
          </w:p>
          <w:p w14:paraId="2B3344BA" w14:textId="77777777" w:rsidR="006E2C0E" w:rsidRPr="006E2C0E" w:rsidRDefault="006E2C0E" w:rsidP="006E2C0E">
            <w:pPr>
              <w:pStyle w:val="SIBulletList2"/>
            </w:pPr>
            <w:r>
              <w:t>specific viticultural and vinification techniques</w:t>
            </w:r>
          </w:p>
          <w:p w14:paraId="68E063D1" w14:textId="77777777" w:rsidR="006E2C0E" w:rsidRPr="006E2C0E" w:rsidRDefault="006E2C0E" w:rsidP="006E2C0E">
            <w:pPr>
              <w:pStyle w:val="SIBulletList2"/>
            </w:pPr>
            <w:r>
              <w:t>key brands</w:t>
            </w:r>
          </w:p>
          <w:p w14:paraId="03623760" w14:textId="07F73546" w:rsidR="006E2C0E" w:rsidRPr="006E2C0E" w:rsidRDefault="006E2C0E" w:rsidP="006E2C0E">
            <w:pPr>
              <w:pStyle w:val="SIBulletList1"/>
            </w:pPr>
            <w:r>
              <w:t>k</w:t>
            </w:r>
            <w:r w:rsidRPr="006E2C0E">
              <w:t>ey features of local wine</w:t>
            </w:r>
            <w:r w:rsidR="00110376">
              <w:t xml:space="preserve"> </w:t>
            </w:r>
            <w:r w:rsidRPr="006E2C0E">
              <w:t>growing region:</w:t>
            </w:r>
          </w:p>
          <w:p w14:paraId="69F3074F" w14:textId="77777777" w:rsidR="006E2C0E" w:rsidRPr="006E2C0E" w:rsidRDefault="006E2C0E" w:rsidP="006E2C0E">
            <w:pPr>
              <w:pStyle w:val="SIBulletList2"/>
            </w:pPr>
            <w:r>
              <w:t>climate</w:t>
            </w:r>
          </w:p>
          <w:p w14:paraId="2B6C4CB3" w14:textId="77777777" w:rsidR="006E2C0E" w:rsidRPr="006E2C0E" w:rsidRDefault="006E2C0E" w:rsidP="006E2C0E">
            <w:pPr>
              <w:pStyle w:val="SIBulletList2"/>
            </w:pPr>
            <w:r>
              <w:t>soil</w:t>
            </w:r>
          </w:p>
          <w:p w14:paraId="74C73130" w14:textId="77777777" w:rsidR="006E2C0E" w:rsidRPr="006E2C0E" w:rsidRDefault="006E2C0E" w:rsidP="006E2C0E">
            <w:pPr>
              <w:pStyle w:val="SIBulletList2"/>
            </w:pPr>
            <w:r>
              <w:t>grape varieties</w:t>
            </w:r>
          </w:p>
          <w:p w14:paraId="18B6E731" w14:textId="77777777" w:rsidR="006E2C0E" w:rsidRPr="006E2C0E" w:rsidRDefault="006E2C0E" w:rsidP="006E2C0E">
            <w:pPr>
              <w:pStyle w:val="SIBulletList2"/>
            </w:pPr>
            <w:r>
              <w:t>wine styles</w:t>
            </w:r>
          </w:p>
          <w:p w14:paraId="3BCFF3E1" w14:textId="77777777" w:rsidR="006E2C0E" w:rsidRPr="006E2C0E" w:rsidRDefault="006E2C0E" w:rsidP="006E2C0E">
            <w:pPr>
              <w:pStyle w:val="SIBulletList2"/>
            </w:pPr>
            <w:r>
              <w:t>specific viticultural and vinification techniques</w:t>
            </w:r>
          </w:p>
          <w:p w14:paraId="33CBD79B" w14:textId="77777777" w:rsidR="006E2C0E" w:rsidRPr="006E2C0E" w:rsidRDefault="006E2C0E" w:rsidP="006E2C0E">
            <w:pPr>
              <w:pStyle w:val="SIBulletList2"/>
            </w:pPr>
            <w:r>
              <w:t>key brands</w:t>
            </w:r>
          </w:p>
          <w:p w14:paraId="2E1B191F" w14:textId="77777777" w:rsidR="006E2C0E" w:rsidRPr="006E2C0E" w:rsidRDefault="006E2C0E" w:rsidP="006E2C0E">
            <w:pPr>
              <w:pStyle w:val="SIBulletList1"/>
            </w:pPr>
            <w:r>
              <w:t>position of Australian wine in the world market:</w:t>
            </w:r>
          </w:p>
          <w:p w14:paraId="609F7C7F" w14:textId="77777777" w:rsidR="006E2C0E" w:rsidRPr="006E2C0E" w:rsidRDefault="006E2C0E" w:rsidP="006E2C0E">
            <w:pPr>
              <w:pStyle w:val="SIBulletList2"/>
            </w:pPr>
            <w:r>
              <w:t>quantity and value of Australian exports</w:t>
            </w:r>
          </w:p>
          <w:p w14:paraId="617803DA" w14:textId="77777777" w:rsidR="006E2C0E" w:rsidRPr="006E2C0E" w:rsidRDefault="006E2C0E" w:rsidP="006E2C0E">
            <w:pPr>
              <w:pStyle w:val="SIBulletList2"/>
            </w:pPr>
            <w:r>
              <w:t>major importers of Australian wine</w:t>
            </w:r>
          </w:p>
          <w:p w14:paraId="5438BBBA" w14:textId="77777777" w:rsidR="006E2C0E" w:rsidRPr="006E2C0E" w:rsidRDefault="006E2C0E" w:rsidP="006E2C0E">
            <w:pPr>
              <w:pStyle w:val="SIBulletList2"/>
            </w:pPr>
            <w:r>
              <w:t>key brands exported</w:t>
            </w:r>
          </w:p>
          <w:p w14:paraId="1F86C03D" w14:textId="77777777" w:rsidR="006E2C0E" w:rsidRPr="006E2C0E" w:rsidRDefault="006E2C0E" w:rsidP="006E2C0E">
            <w:pPr>
              <w:pStyle w:val="SIBulletList2"/>
            </w:pPr>
            <w:r>
              <w:t>label interpretation and Australian wine label integrity program</w:t>
            </w:r>
          </w:p>
          <w:p w14:paraId="0F89ACB2" w14:textId="77777777" w:rsidR="006E2C0E" w:rsidRPr="006E2C0E" w:rsidRDefault="006E2C0E" w:rsidP="006E2C0E">
            <w:pPr>
              <w:pStyle w:val="SIBulletList1"/>
            </w:pPr>
            <w:r>
              <w:t>the threat of phylloxera to the Australian wine industry:</w:t>
            </w:r>
          </w:p>
          <w:p w14:paraId="2FB2D58C" w14:textId="77777777" w:rsidR="006E2C0E" w:rsidRPr="006E2C0E" w:rsidRDefault="006E2C0E" w:rsidP="006E2C0E">
            <w:pPr>
              <w:pStyle w:val="SIBulletList2"/>
            </w:pPr>
            <w:r>
              <w:t>quarantine areas</w:t>
            </w:r>
          </w:p>
          <w:p w14:paraId="7AB72E21" w14:textId="77777777" w:rsidR="006E2C0E" w:rsidRPr="006E2C0E" w:rsidRDefault="006E2C0E" w:rsidP="006E2C0E">
            <w:pPr>
              <w:pStyle w:val="SIBulletList2"/>
            </w:pPr>
            <w:r>
              <w:t>effect of phylloxera on vine and wine</w:t>
            </w:r>
          </w:p>
          <w:p w14:paraId="607192C2" w14:textId="77777777" w:rsidR="006E2C0E" w:rsidRPr="006E2C0E" w:rsidRDefault="006E2C0E" w:rsidP="006E2C0E">
            <w:pPr>
              <w:pStyle w:val="SIBulletList2"/>
            </w:pPr>
            <w:r>
              <w:t>steps winery and vineyard visitors can take to minimise risk of transferring infection</w:t>
            </w:r>
          </w:p>
          <w:p w14:paraId="0018168A" w14:textId="77777777" w:rsidR="006E2C0E" w:rsidRPr="006E2C0E" w:rsidRDefault="006E2C0E" w:rsidP="006E2C0E">
            <w:pPr>
              <w:pStyle w:val="SIBulletList1"/>
            </w:pPr>
            <w:r>
              <w:t xml:space="preserve">regional and local </w:t>
            </w:r>
            <w:r w:rsidRPr="006E2C0E">
              <w:t>information:</w:t>
            </w:r>
          </w:p>
          <w:p w14:paraId="37255B7D" w14:textId="31C371D5" w:rsidR="006E2C0E" w:rsidRPr="006E2C0E" w:rsidRDefault="006E2C0E" w:rsidP="006E2C0E">
            <w:pPr>
              <w:pStyle w:val="SIBulletList2"/>
            </w:pPr>
            <w:r>
              <w:t xml:space="preserve">overview of </w:t>
            </w:r>
            <w:r w:rsidRPr="006E2C0E">
              <w:t>history</w:t>
            </w:r>
          </w:p>
          <w:p w14:paraId="2F339C76" w14:textId="77777777" w:rsidR="006E2C0E" w:rsidRPr="006E2C0E" w:rsidRDefault="006E2C0E" w:rsidP="006E2C0E">
            <w:pPr>
              <w:pStyle w:val="SIBulletList2"/>
            </w:pPr>
            <w:r>
              <w:t>local events</w:t>
            </w:r>
          </w:p>
          <w:p w14:paraId="6A061802" w14:textId="77777777" w:rsidR="006E2C0E" w:rsidRPr="006E2C0E" w:rsidRDefault="006E2C0E" w:rsidP="006E2C0E">
            <w:pPr>
              <w:pStyle w:val="SIBulletList2"/>
            </w:pPr>
            <w:r>
              <w:t xml:space="preserve">local </w:t>
            </w:r>
            <w:r w:rsidRPr="006E2C0E">
              <w:t>attractions, facilities and essential services</w:t>
            </w:r>
          </w:p>
          <w:p w14:paraId="06D3E6F6" w14:textId="31F2C315" w:rsidR="006E2C0E" w:rsidRPr="006E2C0E" w:rsidRDefault="006E2C0E" w:rsidP="006E2C0E">
            <w:pPr>
              <w:pStyle w:val="SIBulletList1"/>
            </w:pPr>
            <w:r>
              <w:t>key Australian wine industry bodies</w:t>
            </w:r>
            <w:r w:rsidRPr="006E2C0E">
              <w:t xml:space="preserve"> and their purpose</w:t>
            </w:r>
          </w:p>
          <w:p w14:paraId="0A5023DE" w14:textId="77777777" w:rsidR="006E2C0E" w:rsidRPr="006E2C0E" w:rsidRDefault="006E2C0E" w:rsidP="006E2C0E">
            <w:pPr>
              <w:pStyle w:val="SIBulletList1"/>
            </w:pPr>
            <w:r>
              <w:lastRenderedPageBreak/>
              <w:t xml:space="preserve">organisation </w:t>
            </w:r>
            <w:r w:rsidRPr="006E2C0E">
              <w:t>information:</w:t>
            </w:r>
          </w:p>
          <w:p w14:paraId="3F7CAD7A" w14:textId="77777777" w:rsidR="006E2C0E" w:rsidRPr="006E2C0E" w:rsidRDefault="006E2C0E" w:rsidP="006E2C0E">
            <w:pPr>
              <w:pStyle w:val="SIBulletList2"/>
            </w:pPr>
            <w:r>
              <w:t>history</w:t>
            </w:r>
          </w:p>
          <w:p w14:paraId="2D17F325" w14:textId="77777777" w:rsidR="006E2C0E" w:rsidRPr="006E2C0E" w:rsidRDefault="006E2C0E" w:rsidP="006E2C0E">
            <w:pPr>
              <w:pStyle w:val="SIBulletList2"/>
            </w:pPr>
            <w:r>
              <w:t>parent company or owners</w:t>
            </w:r>
          </w:p>
          <w:p w14:paraId="0AD79368" w14:textId="77777777" w:rsidR="006E2C0E" w:rsidRPr="006E2C0E" w:rsidRDefault="006E2C0E" w:rsidP="006E2C0E">
            <w:pPr>
              <w:pStyle w:val="SIBulletList2"/>
            </w:pPr>
            <w:r>
              <w:t>size and production capacity</w:t>
            </w:r>
          </w:p>
          <w:p w14:paraId="0B3EC2C5" w14:textId="77777777" w:rsidR="006E2C0E" w:rsidRPr="006E2C0E" w:rsidRDefault="006E2C0E" w:rsidP="006E2C0E">
            <w:pPr>
              <w:pStyle w:val="SIBulletList2"/>
            </w:pPr>
            <w:r>
              <w:t>key brands</w:t>
            </w:r>
          </w:p>
          <w:p w14:paraId="01C2A5B6" w14:textId="77777777" w:rsidR="006E2C0E" w:rsidRPr="006E2C0E" w:rsidRDefault="006E2C0E" w:rsidP="006E2C0E">
            <w:pPr>
              <w:pStyle w:val="SIBulletList2"/>
            </w:pPr>
            <w:r>
              <w:t>product and service range</w:t>
            </w:r>
          </w:p>
          <w:p w14:paraId="15219EFA" w14:textId="77777777" w:rsidR="006E2C0E" w:rsidRPr="006E2C0E" w:rsidRDefault="006E2C0E" w:rsidP="006E2C0E">
            <w:pPr>
              <w:pStyle w:val="SIBulletList1"/>
            </w:pPr>
            <w:r>
              <w:t>workplace policy and procedures with regard to:</w:t>
            </w:r>
          </w:p>
          <w:p w14:paraId="45DCA5BA" w14:textId="77777777" w:rsidR="006E2C0E" w:rsidRPr="006E2C0E" w:rsidRDefault="006E2C0E" w:rsidP="006E2C0E">
            <w:pPr>
              <w:pStyle w:val="SIBulletList2"/>
            </w:pPr>
            <w:r>
              <w:t>customer service and interaction</w:t>
            </w:r>
          </w:p>
          <w:p w14:paraId="3CCEA04B" w14:textId="278DCFA8" w:rsidR="006E2C0E" w:rsidRPr="006E2C0E" w:rsidRDefault="006E2C0E" w:rsidP="006E2C0E">
            <w:pPr>
              <w:pStyle w:val="SIBulletList2"/>
            </w:pPr>
            <w:r>
              <w:t>providing information</w:t>
            </w:r>
            <w:r w:rsidR="00745E9E">
              <w:t xml:space="preserve"> and </w:t>
            </w:r>
            <w:r w:rsidRPr="006E2C0E">
              <w:t>advice</w:t>
            </w:r>
          </w:p>
          <w:p w14:paraId="5DE84146" w14:textId="77777777" w:rsidR="006E2C0E" w:rsidRPr="006E2C0E" w:rsidRDefault="006E2C0E" w:rsidP="006E2C0E">
            <w:pPr>
              <w:pStyle w:val="SIBulletList2"/>
            </w:pPr>
            <w:r>
              <w:t>workplace health and safety</w:t>
            </w:r>
            <w:r w:rsidRPr="006E2C0E">
              <w:t xml:space="preserve"> hazards and controls</w:t>
            </w:r>
          </w:p>
          <w:p w14:paraId="321D0714" w14:textId="4CB3CF13" w:rsidR="006E2C0E" w:rsidRPr="006E2C0E" w:rsidRDefault="006E2C0E" w:rsidP="006E2C0E">
            <w:pPr>
              <w:pStyle w:val="SIBulletList2"/>
            </w:pPr>
            <w:r>
              <w:t>procedures and responsibility for reporting problems</w:t>
            </w:r>
            <w:bookmarkStart w:id="0" w:name="_GoBack"/>
            <w:bookmarkEnd w:id="0"/>
          </w:p>
          <w:p w14:paraId="1B57E764" w14:textId="15B3A53A" w:rsidR="00E02461" w:rsidRPr="00D91508" w:rsidRDefault="00E02461" w:rsidP="00D91508">
            <w:pPr>
              <w:pStyle w:val="SIBulletList1"/>
              <w:rPr>
                <w:rFonts w:eastAsia="Calibri"/>
              </w:rPr>
            </w:pPr>
            <w:r w:rsidRPr="00D91508">
              <w:rPr>
                <w:rFonts w:eastAsia="Calibri"/>
              </w:rPr>
              <w:t>effective presentation skills and techniques</w:t>
            </w:r>
            <w:r w:rsidR="00E211E4" w:rsidRPr="00D91508">
              <w:rPr>
                <w:rFonts w:eastAsia="Calibri"/>
              </w:rPr>
              <w:t>.</w:t>
            </w:r>
          </w:p>
          <w:p w14:paraId="466C1A9B" w14:textId="77777777" w:rsidR="00CD7A28" w:rsidRPr="000754EC" w:rsidRDefault="00CD7A2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312A7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5059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B65E6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480211" w14:textId="77777777" w:rsidTr="00CA2922">
        <w:tc>
          <w:tcPr>
            <w:tcW w:w="5000" w:type="pct"/>
            <w:shd w:val="clear" w:color="auto" w:fill="auto"/>
          </w:tcPr>
          <w:p w14:paraId="0A6CEB14" w14:textId="3EE764EE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F830DB3" w14:textId="77777777" w:rsidR="006E2C0E" w:rsidRPr="006E2C0E" w:rsidRDefault="006E2C0E" w:rsidP="006E2C0E">
            <w:pPr>
              <w:pStyle w:val="SIBulletList1"/>
            </w:pPr>
            <w:r>
              <w:t>physical conditions:</w:t>
            </w:r>
          </w:p>
          <w:p w14:paraId="31B13EAE" w14:textId="4E17CDBC" w:rsidR="006E2C0E" w:rsidRPr="006E2C0E" w:rsidRDefault="006E2C0E" w:rsidP="006E2C0E">
            <w:pPr>
              <w:pStyle w:val="SIBulletList2"/>
              <w:rPr>
                <w:rFonts w:eastAsia="Calibri"/>
              </w:rPr>
            </w:pPr>
            <w:r w:rsidRPr="006E2C0E">
              <w:rPr>
                <w:rFonts w:eastAsia="Calibri"/>
              </w:rPr>
              <w:t>a workplace or an environment that accurately represents workplace conditions</w:t>
            </w:r>
          </w:p>
          <w:p w14:paraId="77BE6AF4" w14:textId="77777777" w:rsidR="006E2C0E" w:rsidRPr="006E2C0E" w:rsidRDefault="006E2C0E" w:rsidP="006E2C0E">
            <w:pPr>
              <w:pStyle w:val="SIBulletList1"/>
            </w:pPr>
            <w:r>
              <w:t>resources, e</w:t>
            </w:r>
            <w:r w:rsidRPr="006E2C0E">
              <w:t>quipment and materials:</w:t>
            </w:r>
          </w:p>
          <w:p w14:paraId="074BCF0B" w14:textId="77777777" w:rsidR="006E2C0E" w:rsidRPr="006E2C0E" w:rsidRDefault="006E2C0E" w:rsidP="006E2C0E">
            <w:pPr>
              <w:pStyle w:val="SIBulletList2"/>
              <w:rPr>
                <w:rFonts w:eastAsia="Calibri"/>
              </w:rPr>
            </w:pPr>
            <w:r w:rsidRPr="006E2C0E">
              <w:rPr>
                <w:rFonts w:eastAsia="Calibri"/>
              </w:rPr>
              <w:t>promotional information, materials, displays and/or equipment</w:t>
            </w:r>
          </w:p>
          <w:p w14:paraId="4335984F" w14:textId="77777777" w:rsidR="00E02461" w:rsidRDefault="006E2C0E" w:rsidP="006E2C0E">
            <w:pPr>
              <w:pStyle w:val="SIBulletList2"/>
              <w:rPr>
                <w:rFonts w:eastAsia="Calibri"/>
              </w:rPr>
            </w:pPr>
            <w:r w:rsidRPr="006E2C0E">
              <w:rPr>
                <w:rFonts w:eastAsia="Calibri"/>
              </w:rPr>
              <w:t>technology for accessing and presenting information</w:t>
            </w:r>
          </w:p>
          <w:p w14:paraId="02528CB3" w14:textId="66E8E7BF" w:rsidR="006E2C0E" w:rsidRPr="006E2C0E" w:rsidRDefault="00E02461" w:rsidP="006E2C0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aids and resources for effective presentations</w:t>
            </w:r>
          </w:p>
          <w:p w14:paraId="33EC6F3E" w14:textId="77777777" w:rsidR="006E2C0E" w:rsidRPr="006E2C0E" w:rsidRDefault="006E2C0E" w:rsidP="006E2C0E">
            <w:pPr>
              <w:pStyle w:val="SIBulletList1"/>
              <w:rPr>
                <w:rFonts w:eastAsia="Calibri"/>
              </w:rPr>
            </w:pPr>
            <w:r w:rsidRPr="006E2C0E">
              <w:rPr>
                <w:rFonts w:eastAsia="Calibri"/>
              </w:rPr>
              <w:t>specifications:</w:t>
            </w:r>
          </w:p>
          <w:p w14:paraId="10746A8E" w14:textId="3B5C5889" w:rsidR="006E2C0E" w:rsidRPr="006E2C0E" w:rsidRDefault="006E2C0E" w:rsidP="006E2C0E">
            <w:pPr>
              <w:pStyle w:val="SIBulletList2"/>
              <w:rPr>
                <w:rFonts w:eastAsia="Calibri"/>
              </w:rPr>
            </w:pPr>
            <w:r w:rsidRPr="006E2C0E">
              <w:rPr>
                <w:rFonts w:eastAsia="Calibri"/>
              </w:rPr>
              <w:t>work instructions and workplace procedures relating to promoting wine tourism information and dealing with customers</w:t>
            </w:r>
          </w:p>
          <w:p w14:paraId="5D288993" w14:textId="77777777" w:rsidR="006E2C0E" w:rsidRPr="006E2C0E" w:rsidRDefault="006E2C0E" w:rsidP="006E2C0E">
            <w:pPr>
              <w:pStyle w:val="SIBulletList1"/>
            </w:pPr>
            <w:r>
              <w:t>relationships (internal and/or external):</w:t>
            </w:r>
          </w:p>
          <w:p w14:paraId="7732AAE2" w14:textId="77777777" w:rsidR="006E2C0E" w:rsidRPr="006E2C0E" w:rsidRDefault="006E2C0E" w:rsidP="006E2C0E">
            <w:pPr>
              <w:pStyle w:val="SIBulletList2"/>
            </w:pPr>
            <w:r w:rsidRPr="00D93D9E">
              <w:t>cellar door customers or visitors for promotion activities</w:t>
            </w:r>
            <w:r w:rsidRPr="006E2C0E">
              <w:t>.</w:t>
            </w:r>
          </w:p>
          <w:p w14:paraId="6DD2A22D" w14:textId="77777777" w:rsidR="006E2C0E" w:rsidRDefault="006E2C0E" w:rsidP="000754EC">
            <w:pPr>
              <w:pStyle w:val="SIText"/>
            </w:pPr>
          </w:p>
          <w:p w14:paraId="44A47EC6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5A05774" w14:textId="77777777" w:rsidR="00F1480E" w:rsidRPr="000754EC" w:rsidRDefault="00F1480E" w:rsidP="00745E9E">
            <w:pPr>
              <w:pStyle w:val="SIText"/>
              <w:rPr>
                <w:rFonts w:eastAsia="Calibri"/>
              </w:rPr>
            </w:pPr>
          </w:p>
        </w:tc>
      </w:tr>
    </w:tbl>
    <w:p w14:paraId="1C8402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D4A4551" w14:textId="77777777" w:rsidTr="004679E3">
        <w:tc>
          <w:tcPr>
            <w:tcW w:w="990" w:type="pct"/>
            <w:shd w:val="clear" w:color="auto" w:fill="auto"/>
          </w:tcPr>
          <w:p w14:paraId="0F663DD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5E7ED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4362C32" w14:textId="33B042C9" w:rsidR="00CD7A28" w:rsidRPr="000754EC" w:rsidRDefault="009932F7" w:rsidP="00CD7A28">
            <w:pPr>
              <w:pStyle w:val="SIText"/>
            </w:pPr>
            <w:hyperlink r:id="rId12" w:history="1">
              <w:r w:rsidR="00745E9E" w:rsidRPr="00D611D3">
                <w:t>https://vetnet.education.gov.au/Pages/TrainingDocs.aspx?q=78b15323-cd38-483e-aad7-1159b570a5c4</w:t>
              </w:r>
            </w:hyperlink>
            <w:r w:rsidR="00745E9E">
              <w:br/>
            </w:r>
          </w:p>
        </w:tc>
      </w:tr>
    </w:tbl>
    <w:p w14:paraId="3552156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F5DE5" w14:textId="77777777" w:rsidR="009932F7" w:rsidRDefault="009932F7" w:rsidP="00BF3F0A">
      <w:r>
        <w:separator/>
      </w:r>
    </w:p>
    <w:p w14:paraId="24F1ECD7" w14:textId="77777777" w:rsidR="009932F7" w:rsidRDefault="009932F7"/>
  </w:endnote>
  <w:endnote w:type="continuationSeparator" w:id="0">
    <w:p w14:paraId="588759A6" w14:textId="77777777" w:rsidR="009932F7" w:rsidRDefault="009932F7" w:rsidP="00BF3F0A">
      <w:r>
        <w:continuationSeparator/>
      </w:r>
    </w:p>
    <w:p w14:paraId="5B872C5D" w14:textId="77777777" w:rsidR="009932F7" w:rsidRDefault="009932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1AB4C80" w14:textId="1BB93BC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91508">
          <w:rPr>
            <w:noProof/>
          </w:rPr>
          <w:t>1</w:t>
        </w:r>
        <w:r w:rsidRPr="000754EC">
          <w:fldChar w:fldCharType="end"/>
        </w:r>
      </w:p>
      <w:p w14:paraId="13A2916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EB02F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29858" w14:textId="77777777" w:rsidR="009932F7" w:rsidRDefault="009932F7" w:rsidP="00BF3F0A">
      <w:r>
        <w:separator/>
      </w:r>
    </w:p>
    <w:p w14:paraId="7FDB57AF" w14:textId="77777777" w:rsidR="009932F7" w:rsidRDefault="009932F7"/>
  </w:footnote>
  <w:footnote w:type="continuationSeparator" w:id="0">
    <w:p w14:paraId="0555B36D" w14:textId="77777777" w:rsidR="009932F7" w:rsidRDefault="009932F7" w:rsidP="00BF3F0A">
      <w:r>
        <w:continuationSeparator/>
      </w:r>
    </w:p>
    <w:p w14:paraId="43D1019D" w14:textId="77777777" w:rsidR="009932F7" w:rsidRDefault="009932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BEB5C" w14:textId="5BE9DE6B" w:rsidR="009C2650" w:rsidRPr="004D5108" w:rsidRDefault="00C06E2B" w:rsidP="004D5108">
    <w:r>
      <w:t>FBPCDS</w:t>
    </w:r>
    <w:r w:rsidR="004D5108" w:rsidRPr="004D5108">
      <w:t xml:space="preserve">2002 </w:t>
    </w:r>
    <w:r w:rsidR="007A296F">
      <w:t>Provide and present wine tourism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0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2F00"/>
    <w:rsid w:val="000A5441"/>
    <w:rsid w:val="000C149A"/>
    <w:rsid w:val="000C224E"/>
    <w:rsid w:val="000C6EAC"/>
    <w:rsid w:val="000D397D"/>
    <w:rsid w:val="000E25E6"/>
    <w:rsid w:val="000E2C86"/>
    <w:rsid w:val="000F29F2"/>
    <w:rsid w:val="00101659"/>
    <w:rsid w:val="001078BF"/>
    <w:rsid w:val="00110376"/>
    <w:rsid w:val="0012464D"/>
    <w:rsid w:val="00133957"/>
    <w:rsid w:val="001372F6"/>
    <w:rsid w:val="00144385"/>
    <w:rsid w:val="00146EEC"/>
    <w:rsid w:val="00151D55"/>
    <w:rsid w:val="00151D93"/>
    <w:rsid w:val="00156EF3"/>
    <w:rsid w:val="0017470D"/>
    <w:rsid w:val="00176E4F"/>
    <w:rsid w:val="00176F6E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7E57"/>
    <w:rsid w:val="00201A7C"/>
    <w:rsid w:val="0021210E"/>
    <w:rsid w:val="0021414D"/>
    <w:rsid w:val="00223124"/>
    <w:rsid w:val="002236D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2CF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687B"/>
    <w:rsid w:val="004127E3"/>
    <w:rsid w:val="004130BB"/>
    <w:rsid w:val="0043212E"/>
    <w:rsid w:val="00434366"/>
    <w:rsid w:val="00434ECE"/>
    <w:rsid w:val="00444423"/>
    <w:rsid w:val="00450C17"/>
    <w:rsid w:val="004519A0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4DD2"/>
    <w:rsid w:val="004B7A28"/>
    <w:rsid w:val="004C2244"/>
    <w:rsid w:val="004C79A1"/>
    <w:rsid w:val="004D0D5F"/>
    <w:rsid w:val="004D1569"/>
    <w:rsid w:val="004D44B1"/>
    <w:rsid w:val="004D5108"/>
    <w:rsid w:val="004E0460"/>
    <w:rsid w:val="004E1579"/>
    <w:rsid w:val="004E5FAE"/>
    <w:rsid w:val="004E6245"/>
    <w:rsid w:val="004E6741"/>
    <w:rsid w:val="004E7094"/>
    <w:rsid w:val="004F5DC7"/>
    <w:rsid w:val="004F78DA"/>
    <w:rsid w:val="005108B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1613"/>
    <w:rsid w:val="005A1D70"/>
    <w:rsid w:val="005A3AA5"/>
    <w:rsid w:val="005A6C9C"/>
    <w:rsid w:val="005A74DC"/>
    <w:rsid w:val="005B047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4E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0E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E9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96F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3299"/>
    <w:rsid w:val="008545EB"/>
    <w:rsid w:val="00865011"/>
    <w:rsid w:val="00886790"/>
    <w:rsid w:val="008908DE"/>
    <w:rsid w:val="008A12ED"/>
    <w:rsid w:val="008A39D3"/>
    <w:rsid w:val="008B2C77"/>
    <w:rsid w:val="008B4AD2"/>
    <w:rsid w:val="008B641C"/>
    <w:rsid w:val="008B7138"/>
    <w:rsid w:val="008E260C"/>
    <w:rsid w:val="008E39BE"/>
    <w:rsid w:val="008E62EC"/>
    <w:rsid w:val="008F32F6"/>
    <w:rsid w:val="0090102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B32"/>
    <w:rsid w:val="009932F7"/>
    <w:rsid w:val="009A5900"/>
    <w:rsid w:val="009A6E6C"/>
    <w:rsid w:val="009A6F3F"/>
    <w:rsid w:val="009B331A"/>
    <w:rsid w:val="009C2650"/>
    <w:rsid w:val="009D15E2"/>
    <w:rsid w:val="009D15FE"/>
    <w:rsid w:val="009D5D2C"/>
    <w:rsid w:val="009E1857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263F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5E8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6E2B"/>
    <w:rsid w:val="00C10C8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2573"/>
    <w:rsid w:val="00D71E43"/>
    <w:rsid w:val="00D727F3"/>
    <w:rsid w:val="00D73695"/>
    <w:rsid w:val="00D810DE"/>
    <w:rsid w:val="00D87D32"/>
    <w:rsid w:val="00D91188"/>
    <w:rsid w:val="00D91508"/>
    <w:rsid w:val="00D92C83"/>
    <w:rsid w:val="00DA0A81"/>
    <w:rsid w:val="00DA3C10"/>
    <w:rsid w:val="00DA53B5"/>
    <w:rsid w:val="00DC1D69"/>
    <w:rsid w:val="00DC5A3A"/>
    <w:rsid w:val="00DD0726"/>
    <w:rsid w:val="00DD56C9"/>
    <w:rsid w:val="00E02461"/>
    <w:rsid w:val="00E211E4"/>
    <w:rsid w:val="00E238E6"/>
    <w:rsid w:val="00E35064"/>
    <w:rsid w:val="00E3681D"/>
    <w:rsid w:val="00E40225"/>
    <w:rsid w:val="00E501F0"/>
    <w:rsid w:val="00E6166D"/>
    <w:rsid w:val="00E81496"/>
    <w:rsid w:val="00E91BFF"/>
    <w:rsid w:val="00E92933"/>
    <w:rsid w:val="00E94FAD"/>
    <w:rsid w:val="00EA1C27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55F1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0372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23168"/>
  <w15:docId w15:val="{25FA3183-808E-48BD-9E23-EC805C17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PageNumber">
    <w:name w:val="page number"/>
    <w:basedOn w:val="DefaultParagraphFont"/>
    <w:uiPriority w:val="99"/>
    <w:semiHidden/>
    <w:unhideWhenUsed/>
    <w:locked/>
    <w:rsid w:val="007A296F"/>
  </w:style>
  <w:style w:type="paragraph" w:styleId="Revision">
    <w:name w:val="Revision"/>
    <w:hidden/>
    <w:uiPriority w:val="99"/>
    <w:semiHidden/>
    <w:rsid w:val="00F8037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ca878eb-9ddd-4f69-83e9-e79f127acd88">
      <UserInfo>
        <DisplayName/>
        <AccountId xsi:nil="true"/>
        <AccountType/>
      </UserInfo>
    </Assigned_x0020_to0>
    <Area xmlns="bca878eb-9ddd-4f69-83e9-e79f127acd88">Cross sector</Area>
    <Project_x0020_phase xmlns="bca878eb-9ddd-4f69-83e9-e79f127acd88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261C31E46540A2E4478A259D854D" ma:contentTypeVersion="5" ma:contentTypeDescription="Create a new document." ma:contentTypeScope="" ma:versionID="2dc3e1bd70f58c9cb1a52d948467aa81">
  <xsd:schema xmlns:xsd="http://www.w3.org/2001/XMLSchema" xmlns:xs="http://www.w3.org/2001/XMLSchema" xmlns:p="http://schemas.microsoft.com/office/2006/metadata/properties" xmlns:ns2="bca878eb-9ddd-4f69-83e9-e79f127acd88" targetNamespace="http://schemas.microsoft.com/office/2006/metadata/properties" ma:root="true" ma:fieldsID="d77fde85cd05f591d694e771177e8fb5" ns2:_="">
    <xsd:import namespace="bca878eb-9ddd-4f69-83e9-e79f127acd8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878eb-9ddd-4f69-83e9-e79f127acd8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bca878eb-9ddd-4f69-83e9-e79f127acd88"/>
  </ds:schemaRefs>
</ds:datastoreItem>
</file>

<file path=customXml/itemProps3.xml><?xml version="1.0" encoding="utf-8"?>
<ds:datastoreItem xmlns:ds="http://schemas.openxmlformats.org/officeDocument/2006/customXml" ds:itemID="{5AB4A7E9-B26E-419E-B13C-8F4F58144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878eb-9ddd-4f69-83e9-e79f127a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513F1D-1E42-491D-AA9D-D0148EF79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165</TotalTime>
  <Pages>4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8546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25</cp:revision>
  <cp:lastPrinted>2016-05-27T05:21:00Z</cp:lastPrinted>
  <dcterms:created xsi:type="dcterms:W3CDTF">2017-10-17T04:36:00Z</dcterms:created>
  <dcterms:modified xsi:type="dcterms:W3CDTF">2018-04-19T08:34:00Z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0x0101000138261C31E46540A2E4478A259D854D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